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D7947A" w14:textId="0F054FE4" w:rsidR="00F7307D" w:rsidRPr="00316A43" w:rsidRDefault="00F7307D" w:rsidP="00F7307D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316A43">
        <w:rPr>
          <w:rFonts w:asciiTheme="minorHAnsi" w:eastAsia="Calibri" w:hAnsiTheme="minorHAnsi" w:cstheme="minorHAnsi"/>
          <w:b/>
          <w:lang w:eastAsia="en-US"/>
        </w:rPr>
        <w:t xml:space="preserve">Pani </w:t>
      </w:r>
    </w:p>
    <w:p w14:paraId="414269E3" w14:textId="4007085C" w:rsidR="00F7307D" w:rsidRPr="00316A43" w:rsidRDefault="004B5CA3" w:rsidP="00F7307D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316A43">
        <w:rPr>
          <w:rFonts w:asciiTheme="minorHAnsi" w:eastAsia="Calibri" w:hAnsiTheme="minorHAnsi" w:cstheme="minorHAnsi"/>
          <w:b/>
          <w:lang w:eastAsia="en-US"/>
        </w:rPr>
        <w:t>Wioletta Zwara</w:t>
      </w:r>
    </w:p>
    <w:p w14:paraId="29C6F38D" w14:textId="77777777" w:rsidR="008A1D3B" w:rsidRPr="00316A43" w:rsidRDefault="008A1D3B" w:rsidP="00ED795C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316A43">
        <w:rPr>
          <w:rFonts w:asciiTheme="minorHAnsi" w:eastAsia="Calibri" w:hAnsiTheme="minorHAnsi" w:cstheme="minorHAnsi"/>
          <w:b/>
          <w:lang w:eastAsia="en-US"/>
        </w:rPr>
        <w:t>S</w:t>
      </w:r>
      <w:r w:rsidR="005F7E56" w:rsidRPr="00316A43">
        <w:rPr>
          <w:rFonts w:asciiTheme="minorHAnsi" w:eastAsia="Calibri" w:hAnsiTheme="minorHAnsi" w:cstheme="minorHAnsi"/>
          <w:b/>
          <w:lang w:eastAsia="en-US"/>
        </w:rPr>
        <w:t xml:space="preserve">ekretarz </w:t>
      </w:r>
      <w:r w:rsidRPr="00316A43">
        <w:rPr>
          <w:rFonts w:asciiTheme="minorHAnsi" w:eastAsia="Calibri" w:hAnsiTheme="minorHAnsi" w:cstheme="minorHAnsi"/>
          <w:b/>
          <w:lang w:eastAsia="en-US"/>
        </w:rPr>
        <w:t xml:space="preserve">Komitetu </w:t>
      </w:r>
    </w:p>
    <w:p w14:paraId="0F610E1E" w14:textId="7C455CFE" w:rsidR="00665688" w:rsidRPr="00316A43" w:rsidRDefault="008A1D3B" w:rsidP="00ED795C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316A43">
        <w:rPr>
          <w:rFonts w:asciiTheme="minorHAnsi" w:eastAsia="Calibri" w:hAnsiTheme="minorHAnsi" w:cstheme="minorHAnsi"/>
          <w:b/>
          <w:lang w:eastAsia="en-US"/>
        </w:rPr>
        <w:t xml:space="preserve">Rady Ministrów do spraw Cyfryzacji </w:t>
      </w:r>
    </w:p>
    <w:p w14:paraId="295367EE" w14:textId="034F4E9A" w:rsidR="000A71A0" w:rsidRPr="00AA252F" w:rsidRDefault="00ED795C" w:rsidP="00E60402">
      <w:pPr>
        <w:spacing w:before="600" w:after="120"/>
        <w:rPr>
          <w:rFonts w:asciiTheme="minorHAnsi" w:eastAsia="Calibri" w:hAnsiTheme="minorHAnsi" w:cstheme="minorHAnsi"/>
          <w:i/>
          <w:iCs/>
          <w:lang w:eastAsia="en-US"/>
        </w:rPr>
      </w:pPr>
      <w:r w:rsidRPr="00AA252F">
        <w:rPr>
          <w:rFonts w:asciiTheme="minorHAnsi" w:eastAsia="Calibri" w:hAnsiTheme="minorHAnsi" w:cstheme="minorHAnsi"/>
          <w:i/>
          <w:iCs/>
          <w:lang w:eastAsia="en-US"/>
        </w:rPr>
        <w:t>Szanown</w:t>
      </w:r>
      <w:r w:rsidR="00FC4E19" w:rsidRPr="00AA252F">
        <w:rPr>
          <w:rFonts w:asciiTheme="minorHAnsi" w:eastAsia="Calibri" w:hAnsiTheme="minorHAnsi" w:cstheme="minorHAnsi"/>
          <w:i/>
          <w:iCs/>
          <w:lang w:eastAsia="en-US"/>
        </w:rPr>
        <w:t>a</w:t>
      </w:r>
      <w:r w:rsidRPr="00AA252F">
        <w:rPr>
          <w:rFonts w:asciiTheme="minorHAnsi" w:eastAsia="Calibri" w:hAnsiTheme="minorHAnsi" w:cstheme="minorHAnsi"/>
          <w:i/>
          <w:iCs/>
          <w:lang w:eastAsia="en-US"/>
        </w:rPr>
        <w:t xml:space="preserve"> Pani</w:t>
      </w:r>
      <w:r w:rsidR="00CA4294" w:rsidRPr="00AA252F">
        <w:rPr>
          <w:rFonts w:asciiTheme="minorHAnsi" w:eastAsia="Calibri" w:hAnsiTheme="minorHAnsi" w:cstheme="minorHAnsi"/>
          <w:i/>
          <w:iCs/>
          <w:lang w:eastAsia="en-US"/>
        </w:rPr>
        <w:t xml:space="preserve"> Sekretarz</w:t>
      </w:r>
      <w:r w:rsidR="00E32DC4" w:rsidRPr="00AA252F">
        <w:rPr>
          <w:rFonts w:asciiTheme="minorHAnsi" w:eastAsia="Calibri" w:hAnsiTheme="minorHAnsi" w:cstheme="minorHAnsi"/>
          <w:i/>
          <w:iCs/>
          <w:lang w:eastAsia="en-US"/>
        </w:rPr>
        <w:t>,</w:t>
      </w:r>
    </w:p>
    <w:p w14:paraId="00A58BF9" w14:textId="4C8AB68E" w:rsidR="00300251" w:rsidRPr="00AA252F" w:rsidRDefault="00316A43" w:rsidP="00EB1FF0">
      <w:pPr>
        <w:spacing w:before="120" w:after="120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</w:rPr>
        <w:t xml:space="preserve">w związku z przewidzianym do rozpatrzenia przez </w:t>
      </w:r>
      <w:r w:rsidRPr="00316A43">
        <w:rPr>
          <w:rFonts w:asciiTheme="minorHAnsi" w:hAnsiTheme="minorHAnsi" w:cstheme="minorHAnsi"/>
          <w:bCs/>
          <w:iCs/>
        </w:rPr>
        <w:t>Komitet Rady Ministrów do spraw Cyfryzacji</w:t>
      </w:r>
      <w:r w:rsidRPr="00316A43">
        <w:rPr>
          <w:rFonts w:asciiTheme="minorHAnsi" w:hAnsiTheme="minorHAnsi" w:cstheme="minorHAnsi"/>
        </w:rPr>
        <w:t xml:space="preserve"> </w:t>
      </w:r>
      <w:r w:rsidR="00B770B1" w:rsidRPr="00B770B1">
        <w:rPr>
          <w:rFonts w:asciiTheme="minorHAnsi" w:hAnsiTheme="minorHAnsi" w:cstheme="minorHAnsi"/>
          <w:b/>
          <w:iCs/>
        </w:rPr>
        <w:t>Program</w:t>
      </w:r>
      <w:r w:rsidR="00B770B1">
        <w:rPr>
          <w:rFonts w:asciiTheme="minorHAnsi" w:hAnsiTheme="minorHAnsi" w:cstheme="minorHAnsi"/>
          <w:b/>
          <w:iCs/>
        </w:rPr>
        <w:t>em</w:t>
      </w:r>
      <w:r w:rsidR="00B770B1" w:rsidRPr="00B770B1">
        <w:rPr>
          <w:rFonts w:asciiTheme="minorHAnsi" w:hAnsiTheme="minorHAnsi" w:cstheme="minorHAnsi"/>
          <w:b/>
          <w:iCs/>
        </w:rPr>
        <w:t xml:space="preserve"> Fundusze Europejskie dla Nowoczesnej Gospodarki na lata 2021-2027</w:t>
      </w:r>
      <w:r w:rsidR="00FC4E19" w:rsidRPr="00316A43">
        <w:rPr>
          <w:rFonts w:asciiTheme="minorHAnsi" w:hAnsiTheme="minorHAnsi" w:cstheme="minorHAnsi"/>
          <w:bCs/>
          <w:iCs/>
        </w:rPr>
        <w:t xml:space="preserve">, </w:t>
      </w:r>
      <w:r w:rsidR="00726045" w:rsidRPr="00AA252F">
        <w:rPr>
          <w:rFonts w:asciiTheme="minorHAnsi" w:hAnsiTheme="minorHAnsi" w:cstheme="minorHAnsi"/>
          <w:spacing w:val="-6"/>
        </w:rPr>
        <w:t xml:space="preserve">w załączeniu </w:t>
      </w:r>
      <w:r>
        <w:rPr>
          <w:rFonts w:asciiTheme="minorHAnsi" w:hAnsiTheme="minorHAnsi" w:cstheme="minorHAnsi"/>
          <w:spacing w:val="-6"/>
        </w:rPr>
        <w:t xml:space="preserve">uprzejmie </w:t>
      </w:r>
      <w:r w:rsidR="00726045" w:rsidRPr="00AA252F">
        <w:rPr>
          <w:rFonts w:asciiTheme="minorHAnsi" w:hAnsiTheme="minorHAnsi" w:cstheme="minorHAnsi"/>
          <w:spacing w:val="-6"/>
        </w:rPr>
        <w:t>przekazuję tabelę zawierającą</w:t>
      </w:r>
      <w:r w:rsidR="00726045" w:rsidRPr="00AA252F">
        <w:rPr>
          <w:rFonts w:asciiTheme="minorHAnsi" w:hAnsiTheme="minorHAnsi" w:cstheme="minorHAnsi"/>
        </w:rPr>
        <w:t xml:space="preserve"> </w:t>
      </w:r>
      <w:r w:rsidR="00F7307D" w:rsidRPr="00AA252F">
        <w:rPr>
          <w:rFonts w:asciiTheme="minorHAnsi" w:hAnsiTheme="minorHAnsi" w:cstheme="minorHAnsi"/>
          <w:spacing w:val="-6"/>
        </w:rPr>
        <w:t xml:space="preserve">uwagi </w:t>
      </w:r>
      <w:r w:rsidR="00855334" w:rsidRPr="00AA252F">
        <w:rPr>
          <w:rFonts w:asciiTheme="minorHAnsi" w:hAnsiTheme="minorHAnsi" w:cstheme="minorHAnsi"/>
          <w:spacing w:val="-6"/>
        </w:rPr>
        <w:t xml:space="preserve">do </w:t>
      </w:r>
      <w:r w:rsidR="00726045" w:rsidRPr="00AA252F">
        <w:rPr>
          <w:rFonts w:asciiTheme="minorHAnsi" w:hAnsiTheme="minorHAnsi" w:cstheme="minorHAnsi"/>
          <w:spacing w:val="-6"/>
        </w:rPr>
        <w:t>przedmiotow</w:t>
      </w:r>
      <w:r w:rsidR="00855334" w:rsidRPr="00AA252F">
        <w:rPr>
          <w:rFonts w:asciiTheme="minorHAnsi" w:hAnsiTheme="minorHAnsi" w:cstheme="minorHAnsi"/>
          <w:spacing w:val="-6"/>
        </w:rPr>
        <w:t>ego</w:t>
      </w:r>
      <w:r w:rsidR="00726045" w:rsidRPr="00AA252F">
        <w:rPr>
          <w:rFonts w:asciiTheme="minorHAnsi" w:hAnsiTheme="minorHAnsi" w:cstheme="minorHAnsi"/>
          <w:spacing w:val="-6"/>
        </w:rPr>
        <w:t xml:space="preserve"> dokument</w:t>
      </w:r>
      <w:r w:rsidR="00855334" w:rsidRPr="00AA252F">
        <w:rPr>
          <w:rFonts w:asciiTheme="minorHAnsi" w:hAnsiTheme="minorHAnsi" w:cstheme="minorHAnsi"/>
          <w:spacing w:val="-6"/>
        </w:rPr>
        <w:t>u</w:t>
      </w:r>
      <w:r w:rsidR="00176E9D" w:rsidRPr="00AA252F">
        <w:rPr>
          <w:rFonts w:asciiTheme="minorHAnsi" w:hAnsiTheme="minorHAnsi" w:cstheme="minorHAnsi"/>
          <w:spacing w:val="-6"/>
        </w:rPr>
        <w:t>.</w:t>
      </w:r>
    </w:p>
    <w:p w14:paraId="61614DA6" w14:textId="77777777" w:rsidR="000A71A0" w:rsidRPr="00AA252F" w:rsidRDefault="00800806" w:rsidP="00A27FC4">
      <w:pPr>
        <w:spacing w:before="600" w:after="120"/>
        <w:ind w:left="4536"/>
        <w:jc w:val="center"/>
        <w:rPr>
          <w:rFonts w:asciiTheme="minorHAnsi" w:hAnsiTheme="minorHAnsi" w:cstheme="minorHAnsi"/>
          <w:i/>
          <w:iCs/>
        </w:rPr>
      </w:pPr>
      <w:r w:rsidRPr="00AA252F">
        <w:rPr>
          <w:rFonts w:asciiTheme="minorHAnsi" w:hAnsiTheme="minorHAnsi" w:cstheme="minorHAnsi"/>
          <w:i/>
          <w:iCs/>
        </w:rPr>
        <w:t>Z poważaniem</w:t>
      </w:r>
    </w:p>
    <w:p w14:paraId="507BDA49" w14:textId="4E7D574A" w:rsidR="000A71A0" w:rsidRPr="00AA252F" w:rsidRDefault="00800806" w:rsidP="00A27FC4">
      <w:pPr>
        <w:ind w:left="4536"/>
        <w:jc w:val="center"/>
        <w:rPr>
          <w:rFonts w:asciiTheme="minorHAnsi" w:hAnsiTheme="minorHAnsi" w:cstheme="minorHAnsi"/>
          <w:b/>
          <w:bCs/>
        </w:rPr>
      </w:pPr>
      <w:r w:rsidRPr="00AA252F">
        <w:rPr>
          <w:rFonts w:asciiTheme="minorHAnsi" w:hAnsiTheme="minorHAnsi" w:cstheme="minorHAnsi"/>
          <w:b/>
          <w:bCs/>
        </w:rPr>
        <w:t xml:space="preserve">z up. </w:t>
      </w:r>
      <w:r w:rsidR="001D2CEF" w:rsidRPr="00AA252F">
        <w:rPr>
          <w:rFonts w:asciiTheme="minorHAnsi" w:hAnsiTheme="minorHAnsi" w:cstheme="minorHAnsi"/>
          <w:b/>
          <w:bCs/>
        </w:rPr>
        <w:t>Adam Andruszkiewicz</w:t>
      </w:r>
    </w:p>
    <w:p w14:paraId="3A71F5C4" w14:textId="77777777" w:rsidR="000A71A0" w:rsidRPr="00AA252F" w:rsidRDefault="00800806" w:rsidP="00A27FC4">
      <w:pPr>
        <w:ind w:left="4536"/>
        <w:jc w:val="center"/>
        <w:rPr>
          <w:rFonts w:asciiTheme="minorHAnsi" w:hAnsiTheme="minorHAnsi" w:cstheme="minorHAnsi"/>
          <w:b/>
          <w:bCs/>
        </w:rPr>
      </w:pPr>
      <w:r w:rsidRPr="00AA252F">
        <w:rPr>
          <w:rFonts w:asciiTheme="minorHAnsi" w:hAnsiTheme="minorHAnsi" w:cstheme="minorHAnsi"/>
          <w:b/>
          <w:bCs/>
        </w:rPr>
        <w:t>Sekretarz Stanu</w:t>
      </w:r>
    </w:p>
    <w:p w14:paraId="40EE327A" w14:textId="77777777" w:rsidR="00EA13E5" w:rsidRPr="00AA252F" w:rsidRDefault="00800806" w:rsidP="00A27FC4">
      <w:pPr>
        <w:spacing w:after="120"/>
        <w:ind w:left="4536"/>
        <w:jc w:val="center"/>
        <w:rPr>
          <w:rFonts w:asciiTheme="minorHAnsi" w:hAnsiTheme="minorHAnsi" w:cstheme="minorHAnsi"/>
          <w:b/>
          <w:bCs/>
        </w:rPr>
      </w:pPr>
      <w:r w:rsidRPr="00AA252F">
        <w:rPr>
          <w:rFonts w:asciiTheme="minorHAnsi" w:hAnsiTheme="minorHAnsi" w:cstheme="minorHAnsi"/>
          <w:b/>
          <w:bCs/>
        </w:rPr>
        <w:t>w Kancelarii Prezesa Rady Ministrów</w:t>
      </w:r>
    </w:p>
    <w:p w14:paraId="2321615E" w14:textId="6D6A47A1" w:rsidR="00E5203E" w:rsidRPr="00A27FC4" w:rsidRDefault="00E5203E" w:rsidP="00A27FC4">
      <w:pPr>
        <w:ind w:left="4536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27FC4"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  <w:bookmarkStart w:id="0" w:name="_GoBack"/>
      <w:bookmarkEnd w:id="0"/>
    </w:p>
    <w:sectPr w:rsidR="00E5203E" w:rsidRPr="00A27FC4" w:rsidSect="00FD0447">
      <w:footerReference w:type="default" r:id="rId7"/>
      <w:headerReference w:type="first" r:id="rId8"/>
      <w:footerReference w:type="first" r:id="rId9"/>
      <w:pgSz w:w="11906" w:h="16838" w:code="9"/>
      <w:pgMar w:top="56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214DB3" w14:textId="77777777" w:rsidR="009651BC" w:rsidRDefault="009651BC">
      <w:r>
        <w:separator/>
      </w:r>
    </w:p>
  </w:endnote>
  <w:endnote w:type="continuationSeparator" w:id="0">
    <w:p w14:paraId="76A85821" w14:textId="77777777" w:rsidR="009651BC" w:rsidRDefault="00965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7E9A5" w14:textId="77777777" w:rsidR="005E753F" w:rsidRDefault="0080080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080ED6C" wp14:editId="4D213AF3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8FDD53" w14:textId="77777777" w:rsidR="005E753F" w:rsidRDefault="00800806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80ED6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438FDD53" w14:textId="77777777" w:rsidR="005E753F" w:rsidRDefault="00800806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EDF59A4" wp14:editId="297EA87E">
          <wp:extent cx="5400040" cy="961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2B745" w14:textId="77777777" w:rsidR="00AE7731" w:rsidRDefault="00800806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27D318F1" wp14:editId="68709EFA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4" name="Obraz 4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87AA38" w14:textId="77777777" w:rsidR="009651BC" w:rsidRDefault="009651BC">
      <w:r>
        <w:separator/>
      </w:r>
    </w:p>
  </w:footnote>
  <w:footnote w:type="continuationSeparator" w:id="0">
    <w:p w14:paraId="65307846" w14:textId="77777777" w:rsidR="009651BC" w:rsidRDefault="00965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99768" w14:textId="77777777" w:rsidR="007018D3" w:rsidRDefault="009651BC" w:rsidP="007018D3">
    <w:pPr>
      <w:pStyle w:val="Nagwek"/>
      <w:jc w:val="right"/>
    </w:pPr>
  </w:p>
  <w:p w14:paraId="02725DBB" w14:textId="77777777" w:rsidR="007018D3" w:rsidRDefault="009651BC" w:rsidP="007018D3">
    <w:pPr>
      <w:pStyle w:val="Nagwek"/>
      <w:jc w:val="right"/>
    </w:pPr>
  </w:p>
  <w:p w14:paraId="7882869A" w14:textId="1FEDC4CF" w:rsidR="004633D0" w:rsidRDefault="00800806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B12C149" wp14:editId="198E13B8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8A2C25" w14:textId="11C12DA0" w:rsidR="0033475C" w:rsidRPr="00DA3527" w:rsidRDefault="00B770B1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B770B1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DRC.WLA.0641.393.2021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12C1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568A2C25" w14:textId="11C12DA0" w:rsidR="0033475C" w:rsidRPr="00DA3527" w:rsidRDefault="00B770B1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B770B1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DRC.WLA.0641.393.2021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A97399B" wp14:editId="1689DF4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89388" w14:textId="77777777" w:rsidR="007018D3" w:rsidRPr="00495DA1" w:rsidRDefault="00800806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97399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78F89388" w14:textId="77777777" w:rsidR="007018D3" w:rsidRPr="00495DA1" w:rsidRDefault="00800806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4246827A" wp14:editId="26084F33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2" name="Obraz 2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r w:rsidR="00316A43">
      <w:t xml:space="preserve"> 2</w:t>
    </w:r>
    <w:r w:rsidR="00B770B1">
      <w:t>0</w:t>
    </w:r>
    <w:r w:rsidR="00316A43">
      <w:t xml:space="preserve"> </w:t>
    </w:r>
    <w:r w:rsidR="00B770B1">
      <w:t>września</w:t>
    </w:r>
    <w:r w:rsidR="00316A43">
      <w:t xml:space="preserve"> 2021</w:t>
    </w:r>
    <w:bookmarkStart w:id="1" w:name="ezdDataPodpisu"/>
    <w:bookmarkEnd w:id="1"/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16E43FC"/>
    <w:multiLevelType w:val="hybridMultilevel"/>
    <w:tmpl w:val="20A8878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1DF4764"/>
    <w:multiLevelType w:val="hybridMultilevel"/>
    <w:tmpl w:val="4D4248F4"/>
    <w:lvl w:ilvl="0" w:tplc="27E26E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52424"/>
    <w:multiLevelType w:val="hybridMultilevel"/>
    <w:tmpl w:val="4516C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AB19C4"/>
    <w:multiLevelType w:val="hybridMultilevel"/>
    <w:tmpl w:val="19B21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56"/>
    <w:rsid w:val="00021DB7"/>
    <w:rsid w:val="00047386"/>
    <w:rsid w:val="000713B4"/>
    <w:rsid w:val="000741B8"/>
    <w:rsid w:val="00085A64"/>
    <w:rsid w:val="00091413"/>
    <w:rsid w:val="00097E23"/>
    <w:rsid w:val="000B561C"/>
    <w:rsid w:val="000C0EE6"/>
    <w:rsid w:val="000C7006"/>
    <w:rsid w:val="000D5BE7"/>
    <w:rsid w:val="000E00FB"/>
    <w:rsid w:val="000E44FC"/>
    <w:rsid w:val="001108E0"/>
    <w:rsid w:val="00141935"/>
    <w:rsid w:val="00143B60"/>
    <w:rsid w:val="00145E76"/>
    <w:rsid w:val="00151B16"/>
    <w:rsid w:val="00154F7D"/>
    <w:rsid w:val="00155C58"/>
    <w:rsid w:val="00156771"/>
    <w:rsid w:val="00167AA8"/>
    <w:rsid w:val="00175D22"/>
    <w:rsid w:val="00176E9D"/>
    <w:rsid w:val="001A64A4"/>
    <w:rsid w:val="001B2AD9"/>
    <w:rsid w:val="001B53DC"/>
    <w:rsid w:val="001B7FC9"/>
    <w:rsid w:val="001D2CEF"/>
    <w:rsid w:val="001E4F9D"/>
    <w:rsid w:val="00202441"/>
    <w:rsid w:val="00210F06"/>
    <w:rsid w:val="0021109B"/>
    <w:rsid w:val="00211A1E"/>
    <w:rsid w:val="00235802"/>
    <w:rsid w:val="00250659"/>
    <w:rsid w:val="00250D25"/>
    <w:rsid w:val="0025784F"/>
    <w:rsid w:val="00263292"/>
    <w:rsid w:val="00270126"/>
    <w:rsid w:val="00270492"/>
    <w:rsid w:val="00270532"/>
    <w:rsid w:val="002811EE"/>
    <w:rsid w:val="002B23C4"/>
    <w:rsid w:val="002B2F27"/>
    <w:rsid w:val="002F1215"/>
    <w:rsid w:val="00300251"/>
    <w:rsid w:val="003009AB"/>
    <w:rsid w:val="00316A43"/>
    <w:rsid w:val="00333EF7"/>
    <w:rsid w:val="003353C7"/>
    <w:rsid w:val="003365D0"/>
    <w:rsid w:val="0037738F"/>
    <w:rsid w:val="00391928"/>
    <w:rsid w:val="00395F58"/>
    <w:rsid w:val="003A1D32"/>
    <w:rsid w:val="003A6E12"/>
    <w:rsid w:val="003B3308"/>
    <w:rsid w:val="003D2D3F"/>
    <w:rsid w:val="00401A47"/>
    <w:rsid w:val="004228CB"/>
    <w:rsid w:val="004373FE"/>
    <w:rsid w:val="004545ED"/>
    <w:rsid w:val="004557B2"/>
    <w:rsid w:val="00480267"/>
    <w:rsid w:val="004B5188"/>
    <w:rsid w:val="004B5CA3"/>
    <w:rsid w:val="004D7118"/>
    <w:rsid w:val="004D743E"/>
    <w:rsid w:val="004F228E"/>
    <w:rsid w:val="004F7D7E"/>
    <w:rsid w:val="005032C5"/>
    <w:rsid w:val="00503A66"/>
    <w:rsid w:val="00522E5D"/>
    <w:rsid w:val="00555122"/>
    <w:rsid w:val="0056690C"/>
    <w:rsid w:val="0057174F"/>
    <w:rsid w:val="0057318D"/>
    <w:rsid w:val="00573954"/>
    <w:rsid w:val="005A73DD"/>
    <w:rsid w:val="005B4F2E"/>
    <w:rsid w:val="005C156B"/>
    <w:rsid w:val="005C42E5"/>
    <w:rsid w:val="005D6412"/>
    <w:rsid w:val="005F7E56"/>
    <w:rsid w:val="00600D1E"/>
    <w:rsid w:val="0062015D"/>
    <w:rsid w:val="00631053"/>
    <w:rsid w:val="00633EB4"/>
    <w:rsid w:val="006655DA"/>
    <w:rsid w:val="00665688"/>
    <w:rsid w:val="006756BD"/>
    <w:rsid w:val="00680E2E"/>
    <w:rsid w:val="00681412"/>
    <w:rsid w:val="00686C3A"/>
    <w:rsid w:val="0069346B"/>
    <w:rsid w:val="006B06B4"/>
    <w:rsid w:val="006B12E5"/>
    <w:rsid w:val="006B5B2C"/>
    <w:rsid w:val="006C3659"/>
    <w:rsid w:val="006D6565"/>
    <w:rsid w:val="00707465"/>
    <w:rsid w:val="00712065"/>
    <w:rsid w:val="00726045"/>
    <w:rsid w:val="00737702"/>
    <w:rsid w:val="00753A64"/>
    <w:rsid w:val="00773543"/>
    <w:rsid w:val="007744D0"/>
    <w:rsid w:val="00781CBC"/>
    <w:rsid w:val="00783DC2"/>
    <w:rsid w:val="007900CF"/>
    <w:rsid w:val="007D2F5C"/>
    <w:rsid w:val="007E3C66"/>
    <w:rsid w:val="00800806"/>
    <w:rsid w:val="0080299C"/>
    <w:rsid w:val="00806AF5"/>
    <w:rsid w:val="00816F1B"/>
    <w:rsid w:val="008241E2"/>
    <w:rsid w:val="00831AF5"/>
    <w:rsid w:val="008404B5"/>
    <w:rsid w:val="0084071E"/>
    <w:rsid w:val="008457B7"/>
    <w:rsid w:val="008541EF"/>
    <w:rsid w:val="00855334"/>
    <w:rsid w:val="00862010"/>
    <w:rsid w:val="008753E8"/>
    <w:rsid w:val="00880551"/>
    <w:rsid w:val="00895496"/>
    <w:rsid w:val="008A1D3B"/>
    <w:rsid w:val="008B34EF"/>
    <w:rsid w:val="008B614E"/>
    <w:rsid w:val="008D3BCA"/>
    <w:rsid w:val="008F0896"/>
    <w:rsid w:val="00905A67"/>
    <w:rsid w:val="00911DE6"/>
    <w:rsid w:val="0094441E"/>
    <w:rsid w:val="00950D01"/>
    <w:rsid w:val="00962CF6"/>
    <w:rsid w:val="0096414D"/>
    <w:rsid w:val="009651BC"/>
    <w:rsid w:val="00971C1E"/>
    <w:rsid w:val="00974516"/>
    <w:rsid w:val="00976FA4"/>
    <w:rsid w:val="00981A4C"/>
    <w:rsid w:val="00A27FC4"/>
    <w:rsid w:val="00A3134F"/>
    <w:rsid w:val="00A479F1"/>
    <w:rsid w:val="00A61EF6"/>
    <w:rsid w:val="00A62120"/>
    <w:rsid w:val="00A6673C"/>
    <w:rsid w:val="00A72B08"/>
    <w:rsid w:val="00A73B0F"/>
    <w:rsid w:val="00A7580D"/>
    <w:rsid w:val="00A8209E"/>
    <w:rsid w:val="00A86A24"/>
    <w:rsid w:val="00AA252F"/>
    <w:rsid w:val="00AC2C33"/>
    <w:rsid w:val="00AD13B4"/>
    <w:rsid w:val="00AE3D22"/>
    <w:rsid w:val="00AE5C66"/>
    <w:rsid w:val="00B10FE8"/>
    <w:rsid w:val="00B1214A"/>
    <w:rsid w:val="00B23288"/>
    <w:rsid w:val="00B770B1"/>
    <w:rsid w:val="00B92CA8"/>
    <w:rsid w:val="00B9713D"/>
    <w:rsid w:val="00BC0650"/>
    <w:rsid w:val="00BC288B"/>
    <w:rsid w:val="00BD45F4"/>
    <w:rsid w:val="00C000E7"/>
    <w:rsid w:val="00C0739B"/>
    <w:rsid w:val="00C20D32"/>
    <w:rsid w:val="00C23AA1"/>
    <w:rsid w:val="00C52EF7"/>
    <w:rsid w:val="00C80EE6"/>
    <w:rsid w:val="00C83F1F"/>
    <w:rsid w:val="00CA0B38"/>
    <w:rsid w:val="00CA4294"/>
    <w:rsid w:val="00CA71E5"/>
    <w:rsid w:val="00CB6AEB"/>
    <w:rsid w:val="00CC55E0"/>
    <w:rsid w:val="00CE59B0"/>
    <w:rsid w:val="00CF32C3"/>
    <w:rsid w:val="00D056EE"/>
    <w:rsid w:val="00D12BE4"/>
    <w:rsid w:val="00D51C28"/>
    <w:rsid w:val="00D52468"/>
    <w:rsid w:val="00D57C88"/>
    <w:rsid w:val="00D8099A"/>
    <w:rsid w:val="00DC5F70"/>
    <w:rsid w:val="00DD2EA6"/>
    <w:rsid w:val="00DD7D26"/>
    <w:rsid w:val="00DE10DB"/>
    <w:rsid w:val="00E049BC"/>
    <w:rsid w:val="00E064D8"/>
    <w:rsid w:val="00E32DC4"/>
    <w:rsid w:val="00E42F8E"/>
    <w:rsid w:val="00E5203E"/>
    <w:rsid w:val="00E60402"/>
    <w:rsid w:val="00E643FE"/>
    <w:rsid w:val="00E6468A"/>
    <w:rsid w:val="00EB1FF0"/>
    <w:rsid w:val="00ED795C"/>
    <w:rsid w:val="00EE578D"/>
    <w:rsid w:val="00EF3E80"/>
    <w:rsid w:val="00F00AF0"/>
    <w:rsid w:val="00F43A65"/>
    <w:rsid w:val="00F5031F"/>
    <w:rsid w:val="00F6794C"/>
    <w:rsid w:val="00F7307D"/>
    <w:rsid w:val="00F76BF7"/>
    <w:rsid w:val="00FA32B5"/>
    <w:rsid w:val="00FA7B2A"/>
    <w:rsid w:val="00FC2461"/>
    <w:rsid w:val="00FC44B2"/>
    <w:rsid w:val="00FC4E19"/>
    <w:rsid w:val="00FD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6AF3B"/>
  <w15:docId w15:val="{21560E7E-1195-44B9-BB33-E365B288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3A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7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7E5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7E56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E56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7900CF"/>
  </w:style>
  <w:style w:type="character" w:customStyle="1" w:styleId="Nagwek1Znak">
    <w:name w:val="Nagłówek 1 Znak"/>
    <w:basedOn w:val="Domylnaczcionkaakapitu"/>
    <w:link w:val="Nagwek1"/>
    <w:uiPriority w:val="9"/>
    <w:rsid w:val="00503A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03A66"/>
    <w:rPr>
      <w:color w:val="0563C1" w:themeColor="hyperlink"/>
      <w:u w:val="single"/>
    </w:rPr>
  </w:style>
  <w:style w:type="paragraph" w:customStyle="1" w:styleId="PKTpunkt">
    <w:name w:val="PKT – punkt"/>
    <w:link w:val="PKTpunktZnak"/>
    <w:uiPriority w:val="16"/>
    <w:qFormat/>
    <w:rsid w:val="007E3C66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7E3C66"/>
    <w:rPr>
      <w:rFonts w:ascii="Times" w:hAnsi="Times" w:cs="Arial"/>
      <w:bCs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12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120"/>
    <w:rPr>
      <w:rFonts w:asciiTheme="minorHAnsi" w:eastAsiaTheme="minorHAnsi" w:hAnsiTheme="minorHAnsi" w:cstheme="minorBid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C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C58"/>
  </w:style>
  <w:style w:type="character" w:styleId="Odwoanieprzypisukocowego">
    <w:name w:val="endnote reference"/>
    <w:basedOn w:val="Domylnaczcionkaakapitu"/>
    <w:uiPriority w:val="99"/>
    <w:semiHidden/>
    <w:unhideWhenUsed/>
    <w:rsid w:val="00155C58"/>
    <w:rPr>
      <w:vertAlign w:val="superscript"/>
    </w:rPr>
  </w:style>
  <w:style w:type="paragraph" w:customStyle="1" w:styleId="Default">
    <w:name w:val="Default"/>
    <w:rsid w:val="004557B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pogrubienie">
    <w:name w:val="_P_ – pogrubienie"/>
    <w:uiPriority w:val="99"/>
    <w:rsid w:val="00085A64"/>
    <w:rPr>
      <w:b/>
      <w:bCs/>
    </w:rPr>
  </w:style>
  <w:style w:type="paragraph" w:styleId="Akapitzlist">
    <w:name w:val="List Paragraph"/>
    <w:basedOn w:val="Normalny"/>
    <w:uiPriority w:val="34"/>
    <w:qFormat/>
    <w:rsid w:val="00154F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01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</TotalTime>
  <Pages>1</Pages>
  <Words>71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Witkowska-Krzymowska Magdalena</cp:lastModifiedBy>
  <cp:revision>9</cp:revision>
  <dcterms:created xsi:type="dcterms:W3CDTF">2021-09-20T11:32:00Z</dcterms:created>
  <dcterms:modified xsi:type="dcterms:W3CDTF">2021-09-21T07:51:00Z</dcterms:modified>
</cp:coreProperties>
</file>